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BD00AB" w:rsidRPr="00E960BB">
        <w:rPr>
          <w:rFonts w:ascii="Corbel" w:hAnsi="Corbel"/>
          <w:bCs/>
          <w:i/>
        </w:rPr>
        <w:t xml:space="preserve">Załącznik nr 1.5 do Zarządzenia Rektora UR  nr </w:t>
      </w:r>
      <w:r w:rsidR="00BD00AB">
        <w:rPr>
          <w:rFonts w:ascii="Corbel" w:hAnsi="Corbel"/>
          <w:bCs/>
          <w:i/>
        </w:rPr>
        <w:t>7</w:t>
      </w:r>
      <w:r w:rsidR="00BD00AB" w:rsidRPr="00E960BB">
        <w:rPr>
          <w:rFonts w:ascii="Corbel" w:hAnsi="Corbel"/>
          <w:bCs/>
          <w:i/>
        </w:rPr>
        <w:t>/20</w:t>
      </w:r>
      <w:r w:rsidR="00BD00AB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10240" w:rsidRDefault="0071620A" w:rsidP="00110240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6A31">
        <w:rPr>
          <w:rFonts w:ascii="Corbel" w:hAnsi="Corbel"/>
          <w:b/>
          <w:smallCaps/>
          <w:sz w:val="24"/>
          <w:szCs w:val="24"/>
        </w:rPr>
        <w:t xml:space="preserve"> </w:t>
      </w:r>
      <w:r w:rsidR="007E0BEE">
        <w:rPr>
          <w:rFonts w:ascii="Corbel" w:hAnsi="Corbel"/>
          <w:i/>
          <w:smallCaps/>
          <w:sz w:val="24"/>
          <w:szCs w:val="24"/>
        </w:rPr>
        <w:t>2024-2029</w:t>
      </w:r>
    </w:p>
    <w:p w:rsidR="007E0BEE" w:rsidRDefault="007E0BEE" w:rsidP="0011024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F41B6">
        <w:rPr>
          <w:rFonts w:ascii="Corbel" w:hAnsi="Corbel"/>
          <w:sz w:val="20"/>
          <w:szCs w:val="20"/>
        </w:rPr>
        <w:t>202</w:t>
      </w:r>
      <w:r w:rsidR="007E0BEE">
        <w:rPr>
          <w:rFonts w:ascii="Corbel" w:hAnsi="Corbel"/>
          <w:sz w:val="20"/>
          <w:szCs w:val="20"/>
        </w:rPr>
        <w:t>5</w:t>
      </w:r>
      <w:r w:rsidR="00C24ADD">
        <w:rPr>
          <w:rFonts w:ascii="Corbel" w:hAnsi="Corbel"/>
          <w:sz w:val="20"/>
          <w:szCs w:val="20"/>
        </w:rPr>
        <w:t>/202</w:t>
      </w:r>
      <w:r w:rsidR="007E0BEE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D4494" w:rsidRDefault="002A367C" w:rsidP="00AD44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społeczno-przyrodnicza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852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852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C6A31" w:rsidRPr="009C54AE" w:rsidRDefault="002A367C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5C6A31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C6A31" w:rsidRPr="009C54AE" w:rsidRDefault="005C6A31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C6A31" w:rsidRPr="009C54AE" w:rsidRDefault="002A367C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6A31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C6A31" w:rsidRPr="009C54AE" w:rsidRDefault="002A367C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8405A8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5C6A3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A367C" w:rsidP="002A36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sem. 4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B4973" w:rsidRDefault="003C0072" w:rsidP="00AB49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B. </w:t>
            </w:r>
            <w:r w:rsidR="00844CC5">
              <w:rPr>
                <w:rFonts w:ascii="Calibri" w:hAnsi="Calibri" w:cs="Calibri"/>
                <w:b w:val="0"/>
                <w:bCs/>
                <w:sz w:val="24"/>
                <w:szCs w:val="24"/>
              </w:rPr>
              <w:t>P</w:t>
            </w:r>
            <w:r w:rsidR="00AB4973" w:rsidRP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rzygotowanie merytoryczne nauczycieli przedszkoli i klas </w:t>
            </w:r>
            <w:r w:rsid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>I</w:t>
            </w:r>
            <w:r w:rsidR="00AB4973" w:rsidRP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 - </w:t>
            </w:r>
            <w:r w:rsid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>III</w:t>
            </w:r>
          </w:p>
        </w:tc>
      </w:tr>
      <w:tr w:rsidR="00923D7D" w:rsidRPr="009C54AE" w:rsidTr="005C6A31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6A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96A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2A367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A36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405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405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73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ED61F1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75F0B" w:rsidP="00ED61F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botaniki, zoologii, ekologii, biogeografii, nauki o człowieku i higieny oraz geografii – ogólna wiedza ze szkoły średniej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E95F74" w:rsidRPr="00467D83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Poszerzenie i pogłębienie wiedzy studentów o środowisku przyrodniczym, ukazanie związków i zależności występujących w środowisku.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E95F74" w:rsidRPr="00467D83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Integracja wiedzy z różnych dziedzin niezbędnej do rozumienia środowiska przyrodniczego i społecznego jako struktury złożonej z wielu wzajemnie powiązanych komponentów.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E95F74" w:rsidRPr="00E71B7D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Rozwijanie umiejętności wypowiadania się na tematy przyrodnicze i społeczne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:rsidR="00E95F74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Zachęcanie studentów do aktywnego uczestnictwa w działaniach proekologicznych.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95F74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5C6A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DE5995" w:rsidRPr="005C6A31">
              <w:rPr>
                <w:rFonts w:ascii="Corbel" w:hAnsi="Corbel"/>
                <w:b w:val="0"/>
                <w:smallCaps w:val="0"/>
                <w:szCs w:val="24"/>
              </w:rPr>
              <w:t>tudent zna i rozumie podstawowe pojęcia z zakresu przyrody ożywionej i nieożywionej oraz wiedzy o społeczeństwie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250745" w:rsidRPr="00607A17" w:rsidRDefault="00250745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PPiW.W10</w:t>
            </w:r>
          </w:p>
          <w:p w:rsidR="0085747A" w:rsidRPr="00607A17" w:rsidRDefault="00250745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E95F74" w:rsidRPr="009C54AE" w:rsidTr="00E95F74">
        <w:tc>
          <w:tcPr>
            <w:tcW w:w="1681" w:type="dxa"/>
          </w:tcPr>
          <w:p w:rsidR="00E95F74" w:rsidRPr="009C54AE" w:rsidRDefault="00E95F74" w:rsidP="008173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:rsidR="00E95F74" w:rsidRPr="005C6A31" w:rsidRDefault="00E95F74" w:rsidP="005C6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A31">
              <w:rPr>
                <w:rFonts w:ascii="Corbel" w:hAnsi="Corbel"/>
                <w:b w:val="0"/>
                <w:smallCaps w:val="0"/>
                <w:szCs w:val="24"/>
              </w:rPr>
              <w:t>Dostrzega wzajemne zależności pomiędzy środowiskiem przyrodniczym a społecznym</w:t>
            </w:r>
            <w:r w:rsidR="00C75F0B" w:rsidRPr="005C6A31">
              <w:rPr>
                <w:rFonts w:ascii="Corbel" w:hAnsi="Corbel"/>
                <w:b w:val="0"/>
                <w:smallCaps w:val="0"/>
                <w:szCs w:val="24"/>
              </w:rPr>
              <w:t>, analizuje specyficzne cechy środowiska przyrodniczego i społecznego oraz podejmuje próby zaprezentowania ich walorów w pracy z dziećmi przedszkolnymi i wczesnej edukacji.</w:t>
            </w:r>
          </w:p>
        </w:tc>
        <w:tc>
          <w:tcPr>
            <w:tcW w:w="1865" w:type="dxa"/>
          </w:tcPr>
          <w:p w:rsidR="002A367C" w:rsidRDefault="002A367C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75F0B" w:rsidRPr="00607A17" w:rsidRDefault="00C75F0B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PPiW.U08</w:t>
            </w:r>
          </w:p>
          <w:p w:rsidR="00E95F74" w:rsidRPr="00607A17" w:rsidRDefault="00C75F0B" w:rsidP="00607A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7A17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523748" w:rsidRPr="009C54AE" w:rsidTr="00523748">
        <w:trPr>
          <w:trHeight w:val="787"/>
        </w:trPr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gatunki roślin i zwierząt powszechnie występujących w Polsce południowo- wschodniej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607A17" w:rsidRDefault="00523748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PPiW.U04</w:t>
            </w:r>
          </w:p>
          <w:p w:rsidR="00523748" w:rsidRPr="00607A17" w:rsidRDefault="00523748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523748" w:rsidRPr="009C54AE" w:rsidTr="00E95F74"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zobrazować  częste zjawiska przyrodnicze (deszcz, wiatr itp.) za pomocą prostych doświadczeń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607A17" w:rsidRDefault="00523748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PPiW.U07</w:t>
            </w:r>
          </w:p>
        </w:tc>
      </w:tr>
      <w:tr w:rsidR="00523748" w:rsidRPr="009C54AE" w:rsidTr="00E95F74"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</w:tcPr>
          <w:p w:rsidR="00523748" w:rsidRPr="00851C4C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C4C">
              <w:rPr>
                <w:rFonts w:ascii="Corbel" w:hAnsi="Corbel"/>
                <w:b w:val="0"/>
                <w:smallCaps w:val="0"/>
                <w:szCs w:val="24"/>
              </w:rPr>
              <w:t>Krzewi ideę dbałości o otoczenie przyrodnicze poprzez propagowanie akcji proekologicznych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607A17" w:rsidRDefault="00523748" w:rsidP="00607A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7A17">
              <w:rPr>
                <w:rFonts w:ascii="Corbel" w:hAnsi="Corbel"/>
                <w:b w:val="0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2A367C" w:rsidRPr="009C54AE" w:rsidRDefault="002A367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2A367C" w:rsidRDefault="0085747A" w:rsidP="002A367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6D39" w:rsidRPr="009C54AE" w:rsidTr="00523748">
        <w:tc>
          <w:tcPr>
            <w:tcW w:w="9520" w:type="dxa"/>
          </w:tcPr>
          <w:p w:rsidR="00466D39" w:rsidRPr="009C54AE" w:rsidRDefault="00466D39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podstawowych pojęć dotyczących środowiska przyrodniczego (atmosfera, hydrosfera, biosfera, biotop). Środowisko życia człowieka - geosfera, antroposfera.</w:t>
            </w:r>
          </w:p>
        </w:tc>
      </w:tr>
      <w:tr w:rsidR="00466D39" w:rsidRPr="009C54AE" w:rsidTr="00523748">
        <w:tc>
          <w:tcPr>
            <w:tcW w:w="9520" w:type="dxa"/>
          </w:tcPr>
          <w:p w:rsidR="00466D39" w:rsidRPr="00E71B7D" w:rsidRDefault="00466D39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Ogólna charakterystyka królestwa roślin (mszaki, paprotniki, nago i o</w:t>
            </w:r>
            <w:r>
              <w:rPr>
                <w:rFonts w:ascii="Corbel" w:hAnsi="Corbel"/>
                <w:sz w:val="24"/>
                <w:szCs w:val="24"/>
              </w:rPr>
              <w:t>krytonasienne). Budowa rośliny</w:t>
            </w:r>
            <w:r w:rsidRPr="00E71B7D">
              <w:rPr>
                <w:rFonts w:ascii="Corbel" w:hAnsi="Corbel"/>
                <w:sz w:val="24"/>
                <w:szCs w:val="24"/>
              </w:rPr>
              <w:t>. Etapy rozwoju rośliny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66D39" w:rsidRPr="009C54AE" w:rsidTr="00523748">
        <w:tc>
          <w:tcPr>
            <w:tcW w:w="9520" w:type="dxa"/>
          </w:tcPr>
          <w:p w:rsidR="00466D39" w:rsidRPr="009C54AE" w:rsidRDefault="00466D39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Charakterystyka królestwa zwierząt: bezkręgowce, kręgowce.</w:t>
            </w:r>
          </w:p>
        </w:tc>
      </w:tr>
      <w:tr w:rsidR="00466D39" w:rsidRPr="009C54AE" w:rsidTr="00A45E96">
        <w:tc>
          <w:tcPr>
            <w:tcW w:w="9520" w:type="dxa"/>
          </w:tcPr>
          <w:p w:rsidR="00466D39" w:rsidRPr="009C54AE" w:rsidRDefault="00466D39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Wybrane zagadnienia z ekologii. Podstawowe pojęcia ekologiczne.</w:t>
            </w:r>
          </w:p>
        </w:tc>
      </w:tr>
      <w:tr w:rsidR="00466D39" w:rsidRPr="009C54AE" w:rsidTr="00523748">
        <w:tc>
          <w:tcPr>
            <w:tcW w:w="9520" w:type="dxa"/>
          </w:tcPr>
          <w:p w:rsidR="00466D39" w:rsidRPr="009C54AE" w:rsidRDefault="00466D39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Formy ochrony przyrody i krajobrazu (park narodowy, rezerwat, pomnik przyrody i ochrona gatunkowa). Ochrona środowiska.</w:t>
            </w:r>
          </w:p>
        </w:tc>
      </w:tr>
      <w:tr w:rsidR="00466D39" w:rsidRPr="009C54AE" w:rsidTr="00523748">
        <w:tc>
          <w:tcPr>
            <w:tcW w:w="9520" w:type="dxa"/>
          </w:tcPr>
          <w:p w:rsidR="00466D39" w:rsidRPr="009C54AE" w:rsidRDefault="00466D39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Pogoda, klimat, mikroklimat- meteorologia i klimatologia</w:t>
            </w:r>
          </w:p>
        </w:tc>
      </w:tr>
      <w:tr w:rsidR="00466D39" w:rsidRPr="009C54AE" w:rsidTr="00523748">
        <w:tc>
          <w:tcPr>
            <w:tcW w:w="9520" w:type="dxa"/>
          </w:tcPr>
          <w:p w:rsidR="00466D39" w:rsidRDefault="00466D39" w:rsidP="006B5BF7">
            <w:r w:rsidRPr="009B311C">
              <w:rPr>
                <w:rFonts w:ascii="Corbel" w:hAnsi="Corbel"/>
                <w:sz w:val="24"/>
                <w:szCs w:val="24"/>
              </w:rPr>
              <w:t xml:space="preserve">Podstawy wiedzy społeczno-historycznej. Wrastanie dziecka w kulturę. Odkrycia i wynalazki </w:t>
            </w:r>
            <w:r w:rsidRPr="009B311C">
              <w:rPr>
                <w:rFonts w:ascii="Corbel" w:hAnsi="Corbel"/>
                <w:sz w:val="24"/>
                <w:szCs w:val="24"/>
              </w:rPr>
              <w:lastRenderedPageBreak/>
              <w:t xml:space="preserve">ludzkości.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A367C" w:rsidRDefault="0085747A" w:rsidP="002A367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6D39" w:rsidRPr="009C54AE" w:rsidTr="00523748">
        <w:tc>
          <w:tcPr>
            <w:tcW w:w="9520" w:type="dxa"/>
          </w:tcPr>
          <w:p w:rsidR="00466D39" w:rsidRPr="009C54AE" w:rsidRDefault="00466D39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 nauk przyrodniczych, których znajomość jest niezbędna do prawidłowej realizacji procesu dydaktyczno- wychowawczego w przedszkolu i edukacji wczesnoszkolnej</w:t>
            </w:r>
          </w:p>
        </w:tc>
      </w:tr>
      <w:tr w:rsidR="00466D39" w:rsidRPr="009C54AE" w:rsidTr="00523748">
        <w:tc>
          <w:tcPr>
            <w:tcW w:w="9520" w:type="dxa"/>
          </w:tcPr>
          <w:p w:rsidR="00466D39" w:rsidRPr="009C54AE" w:rsidRDefault="00466D39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Środowisko przyrodnicze ze szczególnym zwróceniem uwagi na walory przyrodnicze Podkarpacia jako terenów poznawanych przez uczniów klas I-III w ramach wycieczek</w:t>
            </w:r>
          </w:p>
        </w:tc>
      </w:tr>
      <w:tr w:rsidR="00466D39" w:rsidRPr="009C54AE" w:rsidTr="00523748">
        <w:tc>
          <w:tcPr>
            <w:tcW w:w="9520" w:type="dxa"/>
          </w:tcPr>
          <w:p w:rsidR="00466D39" w:rsidRPr="007861C5" w:rsidRDefault="00466D39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wybranych  ekosystemów lądowych i wodnych w Polsce, np. las, łąka, pole, rzeka i staw  (zależności pokarmowe, łańcuch pokarmowy).</w:t>
            </w:r>
          </w:p>
        </w:tc>
      </w:tr>
      <w:tr w:rsidR="00466D39" w:rsidRPr="009C54AE" w:rsidTr="00523748">
        <w:tc>
          <w:tcPr>
            <w:tcW w:w="9520" w:type="dxa"/>
          </w:tcPr>
          <w:p w:rsidR="00466D39" w:rsidRPr="007861C5" w:rsidRDefault="00466D39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Zwierzęta w ekosystemach. Przystosowanie zwierząt do różnych warunków środowiskowych w tym: krainy polarne, strefa umiarkowana, sawanna, step, pustynie, morza. </w:t>
            </w:r>
          </w:p>
        </w:tc>
      </w:tr>
      <w:tr w:rsidR="00466D39" w:rsidRPr="009C54AE" w:rsidTr="00523748">
        <w:tc>
          <w:tcPr>
            <w:tcW w:w="9520" w:type="dxa"/>
          </w:tcPr>
          <w:p w:rsidR="00466D39" w:rsidRPr="009C54AE" w:rsidRDefault="00466D39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Gatunki chronione. Rośliny uprawne i lecznicze.</w:t>
            </w:r>
          </w:p>
        </w:tc>
      </w:tr>
      <w:tr w:rsidR="00466D39" w:rsidRPr="009C54AE" w:rsidTr="00523748">
        <w:tc>
          <w:tcPr>
            <w:tcW w:w="9520" w:type="dxa"/>
          </w:tcPr>
          <w:p w:rsidR="00466D39" w:rsidRDefault="00466D39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człowieka w przyrodzie. Sztuczne środowisko życia człowieka współczesnego i wynikające stąd zagrożenia</w:t>
            </w:r>
          </w:p>
        </w:tc>
      </w:tr>
      <w:tr w:rsidR="00466D39" w:rsidRPr="009C54AE" w:rsidTr="00523748">
        <w:tc>
          <w:tcPr>
            <w:tcW w:w="9520" w:type="dxa"/>
          </w:tcPr>
          <w:p w:rsidR="00466D39" w:rsidRPr="007861C5" w:rsidRDefault="00466D39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wiedzy o anatomii i fizjologii człowieka. Zdrowie i choroba. Czynniki chorobotwórcze. Zasady edukacji zdrowotnej.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2A367C" w:rsidRDefault="00523748" w:rsidP="002A367C">
      <w:r w:rsidRPr="009A6441">
        <w:t xml:space="preserve">Ćwiczenia: analiza tekstów </w:t>
      </w:r>
      <w:r>
        <w:t xml:space="preserve">źródłowych </w:t>
      </w:r>
      <w:r w:rsidRPr="009A6441">
        <w:t>z  dyskusją,</w:t>
      </w:r>
      <w:r>
        <w:t xml:space="preserve"> </w:t>
      </w:r>
      <w:r w:rsidRPr="009A6441">
        <w:t xml:space="preserve">metody aktywizujące </w:t>
      </w:r>
      <w:r>
        <w:t xml:space="preserve">, </w:t>
      </w:r>
      <w:r w:rsidRPr="009A6441">
        <w:t>praca w grupach,</w:t>
      </w:r>
      <w:r>
        <w:t xml:space="preserve"> </w:t>
      </w:r>
      <w:r w:rsidRPr="009A6441">
        <w:t xml:space="preserve">gry dydaktyczne, </w:t>
      </w:r>
      <w:r>
        <w:t>- wykład z prezentacją multimedialną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5688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8405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8405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Forma zajęć dydaktycznych </w:t>
            </w:r>
          </w:p>
          <w:p w:rsidR="0085747A" w:rsidRPr="008405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(w, ćw, …)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85747A" w:rsidRPr="008405A8" w:rsidRDefault="00DE5995" w:rsidP="00607A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zaliczające na wykładzie</w:t>
            </w:r>
          </w:p>
        </w:tc>
        <w:tc>
          <w:tcPr>
            <w:tcW w:w="2117" w:type="dxa"/>
          </w:tcPr>
          <w:p w:rsidR="0085747A" w:rsidRPr="008405A8" w:rsidRDefault="0025688E" w:rsidP="008405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8405A8" w:rsidRDefault="0025688E" w:rsidP="00607A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Aktywność na zajęciach, kolokwium,  </w:t>
            </w:r>
          </w:p>
        </w:tc>
        <w:tc>
          <w:tcPr>
            <w:tcW w:w="2117" w:type="dxa"/>
          </w:tcPr>
          <w:p w:rsidR="0085747A" w:rsidRPr="008405A8" w:rsidRDefault="00BC68A5" w:rsidP="008405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="0025688E" w:rsidRPr="008405A8" w:rsidRDefault="0025688E" w:rsidP="00607A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Aktywność na zajęciach, kolokwium,  </w:t>
            </w:r>
          </w:p>
        </w:tc>
        <w:tc>
          <w:tcPr>
            <w:tcW w:w="2117" w:type="dxa"/>
          </w:tcPr>
          <w:p w:rsidR="0025688E" w:rsidRPr="008405A8" w:rsidRDefault="00BC68A5" w:rsidP="008405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:rsidR="0025688E" w:rsidRPr="008405A8" w:rsidRDefault="008405A8" w:rsidP="00607A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grupowe </w:t>
            </w:r>
            <w:r w:rsidR="0025688E"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prezentacji , obserwacja na zajęciach</w:t>
            </w:r>
          </w:p>
        </w:tc>
        <w:tc>
          <w:tcPr>
            <w:tcW w:w="2117" w:type="dxa"/>
          </w:tcPr>
          <w:p w:rsidR="0025688E" w:rsidRPr="008405A8" w:rsidRDefault="00BC68A5" w:rsidP="008405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:rsidR="0025688E" w:rsidRPr="008405A8" w:rsidRDefault="0025688E" w:rsidP="00607A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25688E" w:rsidRPr="008405A8" w:rsidRDefault="00BC68A5" w:rsidP="008405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2A367C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607A17">
            <w:pPr>
              <w:pStyle w:val="Punktygwne"/>
              <w:spacing w:before="0" w:after="0"/>
              <w:ind w:left="425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607A17">
            <w:pPr>
              <w:pStyle w:val="Punktygwne"/>
              <w:spacing w:before="0" w:after="0"/>
              <w:ind w:left="425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607A17">
            <w:pPr>
              <w:pStyle w:val="Punktygwne"/>
              <w:spacing w:before="0" w:after="0"/>
              <w:ind w:left="425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747A" w:rsidRPr="009C54AE" w:rsidRDefault="0025688E" w:rsidP="00607A17">
            <w:pPr>
              <w:pStyle w:val="Punktygwne"/>
              <w:spacing w:before="0" w:after="0"/>
              <w:ind w:left="425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BC68A5">
              <w:rPr>
                <w:rFonts w:ascii="Corbel" w:hAnsi="Corbel"/>
                <w:b w:val="0"/>
                <w:smallCaps w:val="0"/>
                <w:szCs w:val="24"/>
              </w:rPr>
              <w:t>przygotow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anie 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prezentacj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8405A8">
              <w:rPr>
                <w:rFonts w:ascii="Corbel" w:hAnsi="Corbel"/>
                <w:b w:val="0"/>
                <w:smallCaps w:val="0"/>
                <w:szCs w:val="24"/>
              </w:rPr>
              <w:t xml:space="preserve"> – praca grupowa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BD00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405A8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607A17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BC6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68A5">
              <w:rPr>
                <w:rFonts w:ascii="Corbel" w:hAnsi="Corbel"/>
                <w:sz w:val="24"/>
                <w:szCs w:val="24"/>
              </w:rPr>
              <w:t>przygotowanie prezentacji, analiza literatury</w:t>
            </w:r>
          </w:p>
        </w:tc>
        <w:tc>
          <w:tcPr>
            <w:tcW w:w="4677" w:type="dxa"/>
          </w:tcPr>
          <w:p w:rsidR="00844CC5" w:rsidRDefault="00844CC5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844CC5" w:rsidRDefault="00844CC5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8405A8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07A17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5688E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2A36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2A36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>Atlasy roślin i zwierząt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Bomeszak J., Wiśniewski H. 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>Podstawy ekologii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, Adam Marszałek, Toruń 2013;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Chauval D., Chauval P. 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Środowisko w  wychowaniu przedszkolnym, 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Cyclady 2006;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Ciało człowieka. Atlas 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, Praca zbiorowa, Muza 2007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>Lewiński W.,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Biologia, T.1 i 2 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Wydawnictwo Operon, Gdańsk 1998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Małachowski K., 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>Gospodarka a środowisko i ekologia,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CeDe Wu</w:t>
            </w:r>
            <w:r w:rsidR="00607A17"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Sp. z o.o., Warszawa 2007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Schmitt-Nielsan K. Fizjologia zwierząt. Adaptacje do środowiska PWN, Warszawa 2008 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>Szweykowska A., Szweykowski J., Botanika, T 1 i 2, PWN, Warszawa 2007;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Z. Wnuk, 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>Edukacja ekologiczna w Polsce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, w: 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>Ochrona środowiska w filozofii i teologii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, red. J. M. Dołęga, J. W. Czartoszewski, Wydawnictwo UKSW, Warszawa 1999</w:t>
            </w:r>
          </w:p>
          <w:p w:rsidR="00135572" w:rsidRPr="00844CC5" w:rsidRDefault="00135572" w:rsidP="00607A17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844CC5">
              <w:rPr>
                <w:rFonts w:ascii="Corbel" w:hAnsi="Corbel"/>
                <w:smallCaps/>
                <w:sz w:val="24"/>
                <w:szCs w:val="24"/>
              </w:rPr>
              <w:t>j. sander, idea zrównoważonego rozwoju w holistycznej edukacji przyrodniczej, „problemy ekorozwoju” 2007, t. 2, nr 2,</w:t>
            </w:r>
            <w:r w:rsidRPr="00844CC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1A09AE" w:rsidRPr="001A09AE" w:rsidRDefault="00135572" w:rsidP="001A09AE">
            <w:pPr>
              <w:numPr>
                <w:ilvl w:val="0"/>
                <w:numId w:val="2"/>
              </w:numPr>
              <w:spacing w:after="0" w:line="240" w:lineRule="auto"/>
              <w:ind w:left="318" w:hanging="318"/>
            </w:pPr>
            <w:r w:rsidRPr="00844CC5">
              <w:rPr>
                <w:rFonts w:ascii="Corbel" w:hAnsi="Corbel"/>
                <w:sz w:val="24"/>
                <w:szCs w:val="24"/>
              </w:rPr>
              <w:t>Villee C.A. „Biologia”, Warszawa 1996</w:t>
            </w:r>
          </w:p>
          <w:p w:rsidR="001A09AE" w:rsidRPr="001A09AE" w:rsidRDefault="001A09AE" w:rsidP="001A09AE">
            <w:pPr>
              <w:numPr>
                <w:ilvl w:val="0"/>
                <w:numId w:val="2"/>
              </w:numPr>
              <w:spacing w:after="0" w:line="240" w:lineRule="auto"/>
              <w:ind w:left="318" w:hanging="318"/>
            </w:pPr>
            <w:r w:rsidRPr="001A09AE">
              <w:rPr>
                <w:rFonts w:ascii="Corbel" w:hAnsi="Corbel"/>
                <w:i/>
                <w:szCs w:val="24"/>
              </w:rPr>
              <w:t>Przewodnik do rozpoznawania roślin i zwierząt na wycieczce</w:t>
            </w:r>
            <w:r w:rsidRPr="001A09AE">
              <w:rPr>
                <w:rFonts w:ascii="Corbel" w:hAnsi="Corbel"/>
                <w:szCs w:val="24"/>
              </w:rPr>
              <w:t>, o</w:t>
            </w:r>
            <w:r w:rsidRPr="001A09AE">
              <w:rPr>
                <w:rFonts w:ascii="Corbel" w:hAnsi="Corbel"/>
                <w:i/>
                <w:szCs w:val="24"/>
              </w:rPr>
              <w:t>pracowanie</w:t>
            </w:r>
            <w:r w:rsidRPr="001A09AE">
              <w:rPr>
                <w:rFonts w:ascii="Corbel" w:hAnsi="Corbel"/>
                <w:szCs w:val="24"/>
              </w:rPr>
              <w:t xml:space="preserve"> W., D. Eisenreich Warszawa 1993</w:t>
            </w:r>
          </w:p>
          <w:p w:rsidR="001A09AE" w:rsidRPr="00C177BD" w:rsidRDefault="00A205FD" w:rsidP="001A09AE">
            <w:pPr>
              <w:spacing w:after="0" w:line="240" w:lineRule="auto"/>
            </w:pPr>
            <w:hyperlink r:id="rId8" w:history="1">
              <w:r w:rsidR="001A09AE" w:rsidRPr="0023723B">
                <w:rPr>
                  <w:rStyle w:val="Hipercze"/>
                  <w:b/>
                </w:rPr>
                <w:t>Przeczytaj - Zintegrowana Platforma Edukacyjna (zpe.gov.pl)</w:t>
              </w:r>
            </w:hyperlink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35572" w:rsidRDefault="00135572" w:rsidP="00607A1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Matuszkiewicz W., </w:t>
            </w:r>
            <w:r w:rsidRPr="00083418">
              <w:rPr>
                <w:rFonts w:ascii="Corbel" w:hAnsi="Corbel"/>
                <w:b w:val="0"/>
                <w:i/>
                <w:smallCaps w:val="0"/>
                <w:szCs w:val="24"/>
              </w:rPr>
              <w:t>Przewodnik do oznaczania zbiorowisk roślinnych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PWN 2008;</w:t>
            </w:r>
          </w:p>
          <w:p w:rsidR="00135572" w:rsidRDefault="00135572" w:rsidP="00607A1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Marszałek E., </w:t>
            </w:r>
            <w:r w:rsidRPr="00083418">
              <w:rPr>
                <w:rFonts w:ascii="Corbel" w:hAnsi="Corbel"/>
                <w:b w:val="0"/>
                <w:i/>
                <w:smallCaps w:val="0"/>
                <w:szCs w:val="24"/>
              </w:rPr>
              <w:t>Las pełen zwierząt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Ruthemu, 2010;</w:t>
            </w:r>
          </w:p>
          <w:p w:rsidR="00135572" w:rsidRPr="009C54AE" w:rsidRDefault="00135572" w:rsidP="00607A1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Zawadzka D, Stawski M., </w:t>
            </w:r>
            <w:r w:rsidRPr="0008341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Vademecum miłośnika przyrody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Multico 2007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2A367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5FD" w:rsidRDefault="00A205FD" w:rsidP="00C16ABF">
      <w:pPr>
        <w:spacing w:after="0" w:line="240" w:lineRule="auto"/>
      </w:pPr>
      <w:r>
        <w:separator/>
      </w:r>
    </w:p>
  </w:endnote>
  <w:endnote w:type="continuationSeparator" w:id="0">
    <w:p w:rsidR="00A205FD" w:rsidRDefault="00A205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5FD" w:rsidRDefault="00A205FD" w:rsidP="00C16ABF">
      <w:pPr>
        <w:spacing w:after="0" w:line="240" w:lineRule="auto"/>
      </w:pPr>
      <w:r>
        <w:separator/>
      </w:r>
    </w:p>
  </w:footnote>
  <w:footnote w:type="continuationSeparator" w:id="0">
    <w:p w:rsidR="00A205FD" w:rsidRDefault="00A205F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A91516B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08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240"/>
    <w:rsid w:val="00124BFF"/>
    <w:rsid w:val="0012560E"/>
    <w:rsid w:val="00127108"/>
    <w:rsid w:val="00134B13"/>
    <w:rsid w:val="001355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9AE"/>
    <w:rsid w:val="001A70D2"/>
    <w:rsid w:val="001D4A9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0745"/>
    <w:rsid w:val="002530BB"/>
    <w:rsid w:val="0025688E"/>
    <w:rsid w:val="00281FF2"/>
    <w:rsid w:val="002857DE"/>
    <w:rsid w:val="00291567"/>
    <w:rsid w:val="002A22BF"/>
    <w:rsid w:val="002A2389"/>
    <w:rsid w:val="002A367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F31"/>
    <w:rsid w:val="003151C5"/>
    <w:rsid w:val="0031765D"/>
    <w:rsid w:val="003343CF"/>
    <w:rsid w:val="00346FE9"/>
    <w:rsid w:val="0034759A"/>
    <w:rsid w:val="003503F6"/>
    <w:rsid w:val="003530DD"/>
    <w:rsid w:val="00363F78"/>
    <w:rsid w:val="003A0A5B"/>
    <w:rsid w:val="003A1176"/>
    <w:rsid w:val="003C0072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6D39"/>
    <w:rsid w:val="004706D1"/>
    <w:rsid w:val="00471326"/>
    <w:rsid w:val="0047598D"/>
    <w:rsid w:val="004840FD"/>
    <w:rsid w:val="00490F7D"/>
    <w:rsid w:val="00491678"/>
    <w:rsid w:val="004968E2"/>
    <w:rsid w:val="00496A6C"/>
    <w:rsid w:val="004A3EEA"/>
    <w:rsid w:val="004A4D1F"/>
    <w:rsid w:val="004D03A5"/>
    <w:rsid w:val="004D5282"/>
    <w:rsid w:val="004F1551"/>
    <w:rsid w:val="004F55A3"/>
    <w:rsid w:val="0050496F"/>
    <w:rsid w:val="00505CDF"/>
    <w:rsid w:val="00512175"/>
    <w:rsid w:val="00513B6F"/>
    <w:rsid w:val="00517C63"/>
    <w:rsid w:val="00523748"/>
    <w:rsid w:val="00526C94"/>
    <w:rsid w:val="005363C4"/>
    <w:rsid w:val="00536BDE"/>
    <w:rsid w:val="0054146A"/>
    <w:rsid w:val="00543ACC"/>
    <w:rsid w:val="00543F70"/>
    <w:rsid w:val="0056696D"/>
    <w:rsid w:val="00573EF9"/>
    <w:rsid w:val="0059484D"/>
    <w:rsid w:val="005A0855"/>
    <w:rsid w:val="005A3196"/>
    <w:rsid w:val="005C080F"/>
    <w:rsid w:val="005C55E5"/>
    <w:rsid w:val="005C696A"/>
    <w:rsid w:val="005C6A31"/>
    <w:rsid w:val="005E6E85"/>
    <w:rsid w:val="005F31D2"/>
    <w:rsid w:val="00607A17"/>
    <w:rsid w:val="0061029B"/>
    <w:rsid w:val="00617230"/>
    <w:rsid w:val="00621CE1"/>
    <w:rsid w:val="00627FC9"/>
    <w:rsid w:val="00647FA8"/>
    <w:rsid w:val="00650C5F"/>
    <w:rsid w:val="00654934"/>
    <w:rsid w:val="0065713A"/>
    <w:rsid w:val="006620D9"/>
    <w:rsid w:val="00671958"/>
    <w:rsid w:val="00675843"/>
    <w:rsid w:val="00691429"/>
    <w:rsid w:val="00696477"/>
    <w:rsid w:val="006C1ED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6D0"/>
    <w:rsid w:val="00746EC8"/>
    <w:rsid w:val="00763BF1"/>
    <w:rsid w:val="00766FD4"/>
    <w:rsid w:val="0078023E"/>
    <w:rsid w:val="0078168C"/>
    <w:rsid w:val="00787C2A"/>
    <w:rsid w:val="00790E27"/>
    <w:rsid w:val="007A4022"/>
    <w:rsid w:val="007A41F4"/>
    <w:rsid w:val="007A6E6E"/>
    <w:rsid w:val="007C3299"/>
    <w:rsid w:val="007C3BCC"/>
    <w:rsid w:val="007C4546"/>
    <w:rsid w:val="007D6E56"/>
    <w:rsid w:val="007E0BEE"/>
    <w:rsid w:val="007F1652"/>
    <w:rsid w:val="007F4155"/>
    <w:rsid w:val="0081554D"/>
    <w:rsid w:val="0081707E"/>
    <w:rsid w:val="0081737D"/>
    <w:rsid w:val="008229D7"/>
    <w:rsid w:val="008405A8"/>
    <w:rsid w:val="008449B3"/>
    <w:rsid w:val="00844CC5"/>
    <w:rsid w:val="00847721"/>
    <w:rsid w:val="00851C4C"/>
    <w:rsid w:val="0085747A"/>
    <w:rsid w:val="00865074"/>
    <w:rsid w:val="00882C1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52DB"/>
    <w:rsid w:val="00997F14"/>
    <w:rsid w:val="009A78D9"/>
    <w:rsid w:val="009B3F0C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7F49"/>
    <w:rsid w:val="00A205FD"/>
    <w:rsid w:val="00A2245B"/>
    <w:rsid w:val="00A30110"/>
    <w:rsid w:val="00A36899"/>
    <w:rsid w:val="00A371F6"/>
    <w:rsid w:val="00A43BF6"/>
    <w:rsid w:val="00A4487E"/>
    <w:rsid w:val="00A53FA5"/>
    <w:rsid w:val="00A54817"/>
    <w:rsid w:val="00A601C8"/>
    <w:rsid w:val="00A60799"/>
    <w:rsid w:val="00A84C85"/>
    <w:rsid w:val="00A97DE1"/>
    <w:rsid w:val="00AB053C"/>
    <w:rsid w:val="00AB4973"/>
    <w:rsid w:val="00AD1146"/>
    <w:rsid w:val="00AD27D3"/>
    <w:rsid w:val="00AD4494"/>
    <w:rsid w:val="00AD66D6"/>
    <w:rsid w:val="00AE1160"/>
    <w:rsid w:val="00AE203C"/>
    <w:rsid w:val="00AE2A35"/>
    <w:rsid w:val="00AE2E74"/>
    <w:rsid w:val="00AE5FCB"/>
    <w:rsid w:val="00AF2C1E"/>
    <w:rsid w:val="00AF41B6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8A5"/>
    <w:rsid w:val="00BD00AB"/>
    <w:rsid w:val="00BD3869"/>
    <w:rsid w:val="00BD66E9"/>
    <w:rsid w:val="00BD6FF4"/>
    <w:rsid w:val="00BF2C41"/>
    <w:rsid w:val="00BF4687"/>
    <w:rsid w:val="00C058B4"/>
    <w:rsid w:val="00C05F44"/>
    <w:rsid w:val="00C131B5"/>
    <w:rsid w:val="00C16ABF"/>
    <w:rsid w:val="00C170AE"/>
    <w:rsid w:val="00C24ADD"/>
    <w:rsid w:val="00C26CB7"/>
    <w:rsid w:val="00C324C1"/>
    <w:rsid w:val="00C36992"/>
    <w:rsid w:val="00C56036"/>
    <w:rsid w:val="00C61DC5"/>
    <w:rsid w:val="00C67E92"/>
    <w:rsid w:val="00C70A26"/>
    <w:rsid w:val="00C75F0B"/>
    <w:rsid w:val="00C766DF"/>
    <w:rsid w:val="00C94B98"/>
    <w:rsid w:val="00C951BA"/>
    <w:rsid w:val="00CA2B96"/>
    <w:rsid w:val="00CA5089"/>
    <w:rsid w:val="00CB42CB"/>
    <w:rsid w:val="00CB7F0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050"/>
    <w:rsid w:val="00D552B2"/>
    <w:rsid w:val="00D608D1"/>
    <w:rsid w:val="00D74119"/>
    <w:rsid w:val="00D8075B"/>
    <w:rsid w:val="00D8678B"/>
    <w:rsid w:val="00D97C76"/>
    <w:rsid w:val="00DA2114"/>
    <w:rsid w:val="00DE09C0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32D2"/>
    <w:rsid w:val="00ED61F1"/>
    <w:rsid w:val="00EE32DE"/>
    <w:rsid w:val="00EE5457"/>
    <w:rsid w:val="00EF415F"/>
    <w:rsid w:val="00F070AB"/>
    <w:rsid w:val="00F17567"/>
    <w:rsid w:val="00F27A7B"/>
    <w:rsid w:val="00F526AF"/>
    <w:rsid w:val="00F617C3"/>
    <w:rsid w:val="00F7066B"/>
    <w:rsid w:val="00F83B28"/>
    <w:rsid w:val="00FA1962"/>
    <w:rsid w:val="00FA46E5"/>
    <w:rsid w:val="00FB7DBA"/>
    <w:rsid w:val="00FC1C25"/>
    <w:rsid w:val="00FC3F45"/>
    <w:rsid w:val="00FD503F"/>
    <w:rsid w:val="00FD7589"/>
    <w:rsid w:val="00FF016A"/>
    <w:rsid w:val="00FF08CB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03C7E"/>
  <w15:docId w15:val="{01688111-0825-460D-A6EB-F1288C423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pe.gov.pl/a/przeczytaj/D15l7vNT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4792C-AC81-4B11-A8FE-35745CA5A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1</Pages>
  <Words>1119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2019-02-06T12:12:00Z</cp:lastPrinted>
  <dcterms:created xsi:type="dcterms:W3CDTF">2019-10-21T17:45:00Z</dcterms:created>
  <dcterms:modified xsi:type="dcterms:W3CDTF">2024-07-08T09:07:00Z</dcterms:modified>
</cp:coreProperties>
</file>